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7F99" w:rsidRPr="00A31C2E" w:rsidRDefault="005B7F99" w:rsidP="005B7F99">
      <w:pPr>
        <w:ind w:right="-79"/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 xml:space="preserve">ΠΑΡΑΡΤΗΜΑ </w:t>
      </w:r>
    </w:p>
    <w:p w:rsidR="005B7F99" w:rsidRPr="00A31C2E" w:rsidRDefault="005B7F99" w:rsidP="005B7F99">
      <w:pPr>
        <w:tabs>
          <w:tab w:val="left" w:pos="284"/>
          <w:tab w:val="left" w:pos="567"/>
        </w:tabs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>ΕΝΤΥΠΟ ΟΙΚΟΝΟΜΙΚΗΣ ΠΡΟΣΦΟΡΑΣ</w:t>
      </w:r>
    </w:p>
    <w:p w:rsidR="005B7F99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του οικονομικού φορέα ……………………………………………………………………………………………………………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με έδρα………………………………………………………, οδός …………………………………………………………………...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proofErr w:type="spellStart"/>
      <w:r w:rsidRPr="0001674D">
        <w:rPr>
          <w:rFonts w:ascii="Cambria" w:hAnsi="Cambria" w:cs="Calibri"/>
          <w:bCs/>
          <w:sz w:val="22"/>
          <w:szCs w:val="22"/>
        </w:rPr>
        <w:t>αριθμ………….Τ</w:t>
      </w:r>
      <w:proofErr w:type="spellEnd"/>
      <w:r w:rsidRPr="0001674D">
        <w:rPr>
          <w:rFonts w:ascii="Cambria" w:hAnsi="Cambria" w:cs="Calibri"/>
          <w:bCs/>
          <w:sz w:val="22"/>
          <w:szCs w:val="22"/>
        </w:rPr>
        <w:t>. Κ. ………. ΑΦΜ …………………………, ΔΟΥ 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τηλέφωνα επικοινωνίας …………………………………………………………………………………………………………..</w:t>
      </w:r>
    </w:p>
    <w:p w:rsidR="005B7F99" w:rsidRDefault="005B7F99" w:rsidP="005B7F99">
      <w:pPr>
        <w:tabs>
          <w:tab w:val="left" w:pos="4500"/>
        </w:tabs>
        <w:spacing w:line="360" w:lineRule="auto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          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E</w:t>
      </w:r>
      <w:r w:rsidRPr="0001674D">
        <w:rPr>
          <w:rFonts w:ascii="Cambria" w:hAnsi="Cambria" w:cs="Calibri"/>
          <w:bCs/>
          <w:sz w:val="22"/>
          <w:szCs w:val="22"/>
        </w:rPr>
        <w:t>-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mail</w:t>
      </w:r>
      <w:r w:rsidRPr="0001674D">
        <w:rPr>
          <w:rFonts w:ascii="Cambria" w:hAnsi="Cambria" w:cs="Calibri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……………………………………………………………………………………………………………………………………..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ΟΜΑΔΑ Ε΄</w:t>
      </w:r>
    </w:p>
    <w:p w:rsidR="005B7F99" w:rsidRPr="005B7F99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u w:val="single"/>
          <w:lang w:eastAsia="el-GR"/>
        </w:rPr>
      </w:pPr>
      <w:r w:rsidRPr="002A7506">
        <w:rPr>
          <w:rFonts w:asciiTheme="majorHAnsi" w:hAnsiTheme="majorHAnsi"/>
          <w:b/>
          <w:noProof/>
          <w:sz w:val="22"/>
          <w:szCs w:val="22"/>
          <w:u w:val="single"/>
          <w:lang w:eastAsia="el-GR"/>
        </w:rPr>
        <w:t>ΗΧΗΤΙΚΗ ΚΑΛΥΨΗ ΓΙΑ ΤΗΝ ΗΜΕΡΑ ΤΩΝ ΑΓΩΝΩΝ ΚΑΙ ΓΙΑ ΤΗΝ ΕΚΔΗΛΩΣΗ ΤΟΥ ΣΑΒΒΑΤΟΥ 20 ΔΕΚΕΜΒΡΙΟΥ (</w:t>
      </w:r>
      <w:r w:rsidRPr="002A7506">
        <w:rPr>
          <w:rFonts w:asciiTheme="majorHAnsi" w:hAnsiTheme="majorHAnsi"/>
          <w:b/>
          <w:noProof/>
          <w:sz w:val="22"/>
          <w:szCs w:val="22"/>
          <w:u w:val="single"/>
          <w:lang w:val="en-US" w:eastAsia="el-GR"/>
        </w:rPr>
        <w:t>PASTA</w:t>
      </w:r>
      <w:r w:rsidRPr="002A7506">
        <w:rPr>
          <w:rFonts w:asciiTheme="majorHAnsi" w:hAnsiTheme="majorHAnsi"/>
          <w:b/>
          <w:noProof/>
          <w:sz w:val="22"/>
          <w:szCs w:val="22"/>
          <w:u w:val="single"/>
          <w:lang w:eastAsia="el-GR"/>
        </w:rPr>
        <w:t xml:space="preserve"> </w:t>
      </w:r>
      <w:r w:rsidRPr="002A7506">
        <w:rPr>
          <w:rFonts w:asciiTheme="majorHAnsi" w:hAnsiTheme="majorHAnsi"/>
          <w:b/>
          <w:noProof/>
          <w:sz w:val="22"/>
          <w:szCs w:val="22"/>
          <w:u w:val="single"/>
          <w:lang w:val="en-US" w:eastAsia="el-GR"/>
        </w:rPr>
        <w:t>PARTY</w:t>
      </w:r>
      <w:r w:rsidRPr="002A7506">
        <w:rPr>
          <w:rFonts w:asciiTheme="majorHAnsi" w:hAnsiTheme="majorHAnsi"/>
          <w:b/>
          <w:noProof/>
          <w:sz w:val="22"/>
          <w:szCs w:val="22"/>
          <w:u w:val="single"/>
          <w:lang w:eastAsia="el-GR"/>
        </w:rPr>
        <w:t>)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u w:val="single"/>
          <w:lang w:eastAsia="el-GR"/>
        </w:rPr>
      </w:pPr>
      <w:r w:rsidRPr="002A7506">
        <w:rPr>
          <w:rFonts w:asciiTheme="majorHAnsi" w:hAnsiTheme="majorHAnsi"/>
          <w:b/>
          <w:noProof/>
          <w:sz w:val="22"/>
          <w:szCs w:val="22"/>
          <w:u w:val="single"/>
          <w:lang w:eastAsia="el-GR"/>
        </w:rPr>
        <w:t>ΠΡΟΔΙΑΓΡΑΦΕΣ ΕΞΟΠΛΙΣΜΟΥ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noProof/>
          <w:sz w:val="22"/>
          <w:szCs w:val="22"/>
          <w:u w:val="single"/>
          <w:lang w:eastAsia="el-GR"/>
        </w:rPr>
      </w:pPr>
    </w:p>
    <w:p w:rsidR="005B7F99" w:rsidRPr="002A7506" w:rsidRDefault="005B7F99" w:rsidP="005B7F99">
      <w:pPr>
        <w:pStyle w:val="ab"/>
        <w:numPr>
          <w:ilvl w:val="0"/>
          <w:numId w:val="26"/>
        </w:numPr>
        <w:spacing w:line="360" w:lineRule="auto"/>
        <w:rPr>
          <w:rFonts w:asciiTheme="majorHAnsi" w:hAnsiTheme="majorHAnsi"/>
          <w:noProof/>
          <w:u w:val="single"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 xml:space="preserve">Τέσσερα (4) αυτοενισχυόμενα ηχεία (1.300 </w:t>
      </w:r>
      <w:r w:rsidRPr="002A7506">
        <w:rPr>
          <w:rFonts w:asciiTheme="majorHAnsi" w:hAnsiTheme="majorHAnsi"/>
          <w:noProof/>
          <w:lang w:val="en-US" w:eastAsia="el-GR"/>
        </w:rPr>
        <w:t>W)</w:t>
      </w:r>
    </w:p>
    <w:p w:rsidR="005B7F99" w:rsidRPr="002A7506" w:rsidRDefault="005B7F99" w:rsidP="005B7F99">
      <w:pPr>
        <w:pStyle w:val="ab"/>
        <w:numPr>
          <w:ilvl w:val="0"/>
          <w:numId w:val="26"/>
        </w:numPr>
        <w:spacing w:line="360" w:lineRule="auto"/>
        <w:rPr>
          <w:rFonts w:asciiTheme="majorHAnsi" w:hAnsiTheme="majorHAnsi"/>
          <w:noProof/>
          <w:u w:val="single"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Ένας (1) μίκτης δεκάεξι (16) καναλιών</w:t>
      </w:r>
    </w:p>
    <w:p w:rsidR="005B7F99" w:rsidRPr="002A7506" w:rsidRDefault="005B7F99" w:rsidP="005B7F99">
      <w:pPr>
        <w:pStyle w:val="ab"/>
        <w:numPr>
          <w:ilvl w:val="0"/>
          <w:numId w:val="26"/>
        </w:numPr>
        <w:spacing w:line="360" w:lineRule="auto"/>
        <w:rPr>
          <w:rFonts w:asciiTheme="majorHAnsi" w:hAnsiTheme="majorHAnsi"/>
          <w:noProof/>
          <w:u w:val="single"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Δύο (2) ασύρματα μικρόφωνα</w:t>
      </w:r>
    </w:p>
    <w:p w:rsidR="005B7F99" w:rsidRPr="002A7506" w:rsidRDefault="005B7F99" w:rsidP="005B7F99">
      <w:pPr>
        <w:pStyle w:val="ab"/>
        <w:numPr>
          <w:ilvl w:val="0"/>
          <w:numId w:val="26"/>
        </w:numPr>
        <w:spacing w:line="360" w:lineRule="auto"/>
        <w:rPr>
          <w:rFonts w:asciiTheme="majorHAnsi" w:hAnsiTheme="majorHAnsi"/>
          <w:noProof/>
          <w:u w:val="single"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Καλωδίωση πλήρης</w:t>
      </w:r>
    </w:p>
    <w:p w:rsidR="005B7F99" w:rsidRPr="002A7506" w:rsidRDefault="005B7F99" w:rsidP="005B7F99">
      <w:pPr>
        <w:pStyle w:val="ab"/>
        <w:numPr>
          <w:ilvl w:val="0"/>
          <w:numId w:val="26"/>
        </w:numPr>
        <w:spacing w:line="360" w:lineRule="auto"/>
        <w:rPr>
          <w:rFonts w:asciiTheme="majorHAnsi" w:hAnsiTheme="majorHAnsi"/>
          <w:noProof/>
          <w:u w:val="single"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 xml:space="preserve">Προτζέκτορας και πανί (για το </w:t>
      </w:r>
      <w:r w:rsidRPr="002A7506">
        <w:rPr>
          <w:rFonts w:asciiTheme="majorHAnsi" w:hAnsiTheme="majorHAnsi"/>
          <w:noProof/>
          <w:lang w:val="en-US" w:eastAsia="el-GR"/>
        </w:rPr>
        <w:t>Pasta</w:t>
      </w:r>
      <w:r w:rsidRPr="002A7506">
        <w:rPr>
          <w:rFonts w:asciiTheme="majorHAnsi" w:hAnsiTheme="majorHAnsi"/>
          <w:noProof/>
          <w:lang w:eastAsia="el-GR"/>
        </w:rPr>
        <w:t xml:space="preserve"> </w:t>
      </w:r>
      <w:r w:rsidRPr="002A7506">
        <w:rPr>
          <w:rFonts w:asciiTheme="majorHAnsi" w:hAnsiTheme="majorHAnsi"/>
          <w:noProof/>
          <w:lang w:val="en-US" w:eastAsia="el-GR"/>
        </w:rPr>
        <w:t>Party</w:t>
      </w:r>
      <w:r w:rsidRPr="002A7506">
        <w:rPr>
          <w:rFonts w:asciiTheme="majorHAnsi" w:hAnsiTheme="majorHAnsi"/>
          <w:noProof/>
          <w:lang w:eastAsia="el-GR"/>
        </w:rPr>
        <w:t>)</w:t>
      </w:r>
    </w:p>
    <w:p w:rsidR="005B7F99" w:rsidRPr="002A7506" w:rsidRDefault="005B7F99" w:rsidP="005B7F99">
      <w:pPr>
        <w:pStyle w:val="ab"/>
        <w:numPr>
          <w:ilvl w:val="0"/>
          <w:numId w:val="26"/>
        </w:numPr>
        <w:spacing w:line="360" w:lineRule="auto"/>
        <w:rPr>
          <w:rFonts w:asciiTheme="majorHAnsi" w:hAnsiTheme="majorHAnsi"/>
          <w:noProof/>
          <w:u w:val="single"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 xml:space="preserve">Δύο (2) </w:t>
      </w:r>
      <w:r w:rsidRPr="002A7506">
        <w:rPr>
          <w:rFonts w:asciiTheme="majorHAnsi" w:hAnsiTheme="majorHAnsi"/>
          <w:noProof/>
          <w:lang w:val="en-US" w:eastAsia="el-GR"/>
        </w:rPr>
        <w:t>laptops</w:t>
      </w:r>
    </w:p>
    <w:p w:rsidR="005B7F99" w:rsidRPr="002A7506" w:rsidRDefault="005B7F99" w:rsidP="005B7F99">
      <w:pPr>
        <w:pStyle w:val="ab"/>
        <w:numPr>
          <w:ilvl w:val="0"/>
          <w:numId w:val="26"/>
        </w:numPr>
        <w:spacing w:line="360" w:lineRule="auto"/>
        <w:rPr>
          <w:rFonts w:asciiTheme="majorHAnsi" w:hAnsiTheme="majorHAnsi"/>
          <w:noProof/>
          <w:u w:val="single"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 xml:space="preserve">Δύο (2) τεχνικοί 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ΟΛΟΓΡΑΦΩΣ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ΑΡΙΘΜΗΤΙΚΩΣ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b/>
          <w:i/>
          <w:sz w:val="22"/>
          <w:szCs w:val="22"/>
        </w:rPr>
      </w:pPr>
      <w:r w:rsidRPr="00A31C2E">
        <w:rPr>
          <w:rFonts w:ascii="Cambria" w:hAnsi="Cambria" w:cs="Calibri"/>
          <w:b/>
          <w:i/>
          <w:sz w:val="22"/>
          <w:szCs w:val="22"/>
        </w:rPr>
        <w:t xml:space="preserve">ΣΗΜΕΙΩΝΕΤΑΙ ΟΤΙ Η ΑΝΩΤΑΤΗ ΠΡΟΫΠΟΛΟΓΙΣΘΕΙΣΑ ΔΑΠΑΝΗ ΕΙΝΑΙ: </w:t>
      </w:r>
      <w:r w:rsidRPr="005B7F99">
        <w:rPr>
          <w:rFonts w:asciiTheme="majorHAnsi" w:hAnsiTheme="majorHAnsi"/>
          <w:b/>
          <w:noProof/>
          <w:sz w:val="22"/>
          <w:szCs w:val="22"/>
          <w:lang w:eastAsia="el-GR"/>
        </w:rPr>
        <w:t>1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.</w:t>
      </w:r>
      <w:r w:rsidRPr="005B7F99">
        <w:rPr>
          <w:rFonts w:asciiTheme="majorHAnsi" w:hAnsiTheme="majorHAnsi"/>
          <w:b/>
          <w:noProof/>
          <w:sz w:val="22"/>
          <w:szCs w:val="22"/>
          <w:lang w:eastAsia="el-GR"/>
        </w:rPr>
        <w:t>5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00 €  πλέον Φ.Π.Α</w:t>
      </w: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                                                                                             </w:t>
      </w: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</w:t>
      </w:r>
      <w:r w:rsidRPr="00A31C2E">
        <w:rPr>
          <w:rFonts w:ascii="Cambria" w:hAnsi="Cambria" w:cs="Calibri"/>
          <w:sz w:val="22"/>
          <w:szCs w:val="22"/>
        </w:rPr>
        <w:t>Ο ΧΡΟΝΟΣ ΙΣΧΥΟΣ ΤΗΣ ΠΡΟΣΦΟΡΑΣ ΕΙΝΑΙ ΕΚΑΤΟΝ ΕΙΚΟΣΙ (120) ΗΜΕΡΕΣ ΑΠΟ ΤΗΝ ΕΠΟΜΕΝΗ ΤΗΣ  ΚΑΤΑΛΗΚΤΙΚΗΣ ΗΜΕΡΟΜΗΝΙΑΣ ΥΠΟΒΟΛΗΣ ΠΡΟΣΦΟΡΩΝ.</w:t>
      </w:r>
    </w:p>
    <w:p w:rsidR="005B7F99" w:rsidRPr="00A31C2E" w:rsidRDefault="005B7F99" w:rsidP="005B7F9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ΗΜΕΡΟΜΗΝΙΑ:………..…………………</w:t>
      </w:r>
    </w:p>
    <w:p w:rsidR="001A7A45" w:rsidRDefault="005B7F99" w:rsidP="005B7F9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</w:t>
      </w:r>
      <w:r w:rsidR="001A7A45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</w:t>
      </w:r>
    </w:p>
    <w:p w:rsidR="005B7F99" w:rsidRPr="009F5D68" w:rsidRDefault="001A7A45" w:rsidP="005B7F9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5B7F99" w:rsidRPr="00A31C2E">
        <w:rPr>
          <w:rFonts w:ascii="Cambria" w:hAnsi="Cambria" w:cs="Calibri"/>
          <w:sz w:val="22"/>
          <w:szCs w:val="22"/>
        </w:rPr>
        <w:t xml:space="preserve">  Ο ΝΟΜΙΜΟΣ ΕΚΠΡΟΣΩΠΟΣ</w:t>
      </w:r>
    </w:p>
    <w:p w:rsidR="005B7F99" w:rsidRPr="005B7F99" w:rsidRDefault="005B7F99" w:rsidP="00A31C2E">
      <w:pPr>
        <w:tabs>
          <w:tab w:val="left" w:pos="4500"/>
        </w:tabs>
        <w:jc w:val="center"/>
        <w:rPr>
          <w:sz w:val="22"/>
          <w:szCs w:val="22"/>
          <w:lang w:val="en-US"/>
        </w:rPr>
      </w:pPr>
    </w:p>
    <w:sectPr w:rsidR="005B7F99" w:rsidRPr="005B7F99" w:rsidSect="00C41BEB">
      <w:footerReference w:type="default" r:id="rId8"/>
      <w:pgSz w:w="11905" w:h="16837"/>
      <w:pgMar w:top="964" w:right="964" w:bottom="567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54F" w:rsidRDefault="006D454F" w:rsidP="00314C98">
      <w:r>
        <w:separator/>
      </w:r>
    </w:p>
  </w:endnote>
  <w:endnote w:type="continuationSeparator" w:id="0">
    <w:p w:rsidR="006D454F" w:rsidRDefault="006D454F" w:rsidP="0031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54"/>
      <w:docPartObj>
        <w:docPartGallery w:val="Page Numbers (Bottom of Page)"/>
        <w:docPartUnique/>
      </w:docPartObj>
    </w:sdtPr>
    <w:sdtContent>
      <w:p w:rsidR="00484893" w:rsidRDefault="003A29DB">
        <w:pPr>
          <w:pStyle w:val="ad"/>
          <w:jc w:val="right"/>
        </w:pPr>
        <w:fldSimple w:instr=" PAGE   \* MERGEFORMAT ">
          <w:r w:rsidR="001A7A45">
            <w:rPr>
              <w:noProof/>
            </w:rPr>
            <w:t>1</w:t>
          </w:r>
        </w:fldSimple>
      </w:p>
    </w:sdtContent>
  </w:sdt>
  <w:p w:rsidR="00484893" w:rsidRDefault="004848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54F" w:rsidRDefault="006D454F" w:rsidP="00314C98">
      <w:r>
        <w:separator/>
      </w:r>
    </w:p>
  </w:footnote>
  <w:footnote w:type="continuationSeparator" w:id="0">
    <w:p w:rsidR="006D454F" w:rsidRDefault="006D454F" w:rsidP="00314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4CA312A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 w:hint="default"/>
        <w:b w:val="0"/>
        <w:bCs/>
        <w:i w:val="0"/>
      </w:rPr>
    </w:lvl>
  </w:abstractNum>
  <w:abstractNum w:abstractNumId="1">
    <w:nsid w:val="03561706"/>
    <w:multiLevelType w:val="hybridMultilevel"/>
    <w:tmpl w:val="6E6828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A3848"/>
    <w:multiLevelType w:val="hybridMultilevel"/>
    <w:tmpl w:val="06FC48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66B25"/>
    <w:multiLevelType w:val="hybridMultilevel"/>
    <w:tmpl w:val="AA7E43F6"/>
    <w:lvl w:ilvl="0" w:tplc="E5D4A8EA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1" w:hanging="360"/>
      </w:pPr>
    </w:lvl>
    <w:lvl w:ilvl="2" w:tplc="0408001B" w:tentative="1">
      <w:start w:val="1"/>
      <w:numFmt w:val="lowerRoman"/>
      <w:lvlText w:val="%3."/>
      <w:lvlJc w:val="right"/>
      <w:pPr>
        <w:ind w:left="1591" w:hanging="180"/>
      </w:pPr>
    </w:lvl>
    <w:lvl w:ilvl="3" w:tplc="0408000F" w:tentative="1">
      <w:start w:val="1"/>
      <w:numFmt w:val="decimal"/>
      <w:lvlText w:val="%4."/>
      <w:lvlJc w:val="left"/>
      <w:pPr>
        <w:ind w:left="2311" w:hanging="360"/>
      </w:pPr>
    </w:lvl>
    <w:lvl w:ilvl="4" w:tplc="04080019" w:tentative="1">
      <w:start w:val="1"/>
      <w:numFmt w:val="lowerLetter"/>
      <w:lvlText w:val="%5."/>
      <w:lvlJc w:val="left"/>
      <w:pPr>
        <w:ind w:left="3031" w:hanging="360"/>
      </w:pPr>
    </w:lvl>
    <w:lvl w:ilvl="5" w:tplc="0408001B" w:tentative="1">
      <w:start w:val="1"/>
      <w:numFmt w:val="lowerRoman"/>
      <w:lvlText w:val="%6."/>
      <w:lvlJc w:val="right"/>
      <w:pPr>
        <w:ind w:left="3751" w:hanging="180"/>
      </w:pPr>
    </w:lvl>
    <w:lvl w:ilvl="6" w:tplc="0408000F" w:tentative="1">
      <w:start w:val="1"/>
      <w:numFmt w:val="decimal"/>
      <w:lvlText w:val="%7."/>
      <w:lvlJc w:val="left"/>
      <w:pPr>
        <w:ind w:left="4471" w:hanging="360"/>
      </w:pPr>
    </w:lvl>
    <w:lvl w:ilvl="7" w:tplc="04080019" w:tentative="1">
      <w:start w:val="1"/>
      <w:numFmt w:val="lowerLetter"/>
      <w:lvlText w:val="%8."/>
      <w:lvlJc w:val="left"/>
      <w:pPr>
        <w:ind w:left="5191" w:hanging="360"/>
      </w:pPr>
    </w:lvl>
    <w:lvl w:ilvl="8" w:tplc="0408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0B0C0EAC"/>
    <w:multiLevelType w:val="hybridMultilevel"/>
    <w:tmpl w:val="267CDEC4"/>
    <w:lvl w:ilvl="0" w:tplc="33409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2345"/>
    <w:multiLevelType w:val="hybridMultilevel"/>
    <w:tmpl w:val="71FC5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60"/>
    <w:multiLevelType w:val="hybridMultilevel"/>
    <w:tmpl w:val="BA24AE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52B4BE2"/>
    <w:multiLevelType w:val="hybridMultilevel"/>
    <w:tmpl w:val="D654FB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97C1B"/>
    <w:multiLevelType w:val="hybridMultilevel"/>
    <w:tmpl w:val="33D854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6835D5"/>
    <w:multiLevelType w:val="hybridMultilevel"/>
    <w:tmpl w:val="B94AC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74ADD"/>
    <w:multiLevelType w:val="hybridMultilevel"/>
    <w:tmpl w:val="8F009DC8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D187F"/>
    <w:multiLevelType w:val="hybridMultilevel"/>
    <w:tmpl w:val="F4D4089A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B2233F"/>
    <w:multiLevelType w:val="hybridMultilevel"/>
    <w:tmpl w:val="E02A3D9A"/>
    <w:lvl w:ilvl="0" w:tplc="202243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B72671E"/>
    <w:multiLevelType w:val="hybridMultilevel"/>
    <w:tmpl w:val="77A2E7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D7A34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46350"/>
    <w:multiLevelType w:val="hybridMultilevel"/>
    <w:tmpl w:val="76EA82C6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C80903"/>
    <w:multiLevelType w:val="hybridMultilevel"/>
    <w:tmpl w:val="E92E3FFE"/>
    <w:lvl w:ilvl="0" w:tplc="0408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EC74BC3"/>
    <w:multiLevelType w:val="hybridMultilevel"/>
    <w:tmpl w:val="738AF72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401052"/>
    <w:multiLevelType w:val="hybridMultilevel"/>
    <w:tmpl w:val="404AB1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7B2A"/>
    <w:multiLevelType w:val="hybridMultilevel"/>
    <w:tmpl w:val="84727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42F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E5A62"/>
    <w:multiLevelType w:val="hybridMultilevel"/>
    <w:tmpl w:val="7BAC1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031"/>
    <w:multiLevelType w:val="hybridMultilevel"/>
    <w:tmpl w:val="35F693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DD685C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73500"/>
    <w:multiLevelType w:val="hybridMultilevel"/>
    <w:tmpl w:val="0C5207DA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422C3"/>
    <w:multiLevelType w:val="hybridMultilevel"/>
    <w:tmpl w:val="3D2AFCF0"/>
    <w:lvl w:ilvl="0" w:tplc="9BAC7B58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6BB251BB"/>
    <w:multiLevelType w:val="hybridMultilevel"/>
    <w:tmpl w:val="8A7C4A7A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1784931"/>
    <w:multiLevelType w:val="hybridMultilevel"/>
    <w:tmpl w:val="473C55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B4989"/>
    <w:multiLevelType w:val="hybridMultilevel"/>
    <w:tmpl w:val="A212F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57218"/>
    <w:multiLevelType w:val="hybridMultilevel"/>
    <w:tmpl w:val="ACCCB96A"/>
    <w:lvl w:ilvl="0" w:tplc="0408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7D8F2E4D"/>
    <w:multiLevelType w:val="hybridMultilevel"/>
    <w:tmpl w:val="02EA365E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"/>
  </w:num>
  <w:num w:numId="7">
    <w:abstractNumId w:val="2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10"/>
  </w:num>
  <w:num w:numId="14">
    <w:abstractNumId w:val="30"/>
  </w:num>
  <w:num w:numId="15">
    <w:abstractNumId w:val="1"/>
  </w:num>
  <w:num w:numId="16">
    <w:abstractNumId w:val="22"/>
  </w:num>
  <w:num w:numId="17">
    <w:abstractNumId w:val="29"/>
  </w:num>
  <w:num w:numId="18">
    <w:abstractNumId w:val="25"/>
  </w:num>
  <w:num w:numId="19">
    <w:abstractNumId w:val="27"/>
  </w:num>
  <w:num w:numId="20">
    <w:abstractNumId w:val="6"/>
  </w:num>
  <w:num w:numId="21">
    <w:abstractNumId w:val="19"/>
  </w:num>
  <w:num w:numId="22">
    <w:abstractNumId w:val="18"/>
  </w:num>
  <w:num w:numId="23">
    <w:abstractNumId w:val="5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7"/>
  </w:num>
  <w:num w:numId="29">
    <w:abstractNumId w:val="8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07B2F"/>
    <w:rsid w:val="000104C5"/>
    <w:rsid w:val="00047076"/>
    <w:rsid w:val="00057BB6"/>
    <w:rsid w:val="00063CE1"/>
    <w:rsid w:val="000771D6"/>
    <w:rsid w:val="0008059D"/>
    <w:rsid w:val="00084FFD"/>
    <w:rsid w:val="00087285"/>
    <w:rsid w:val="000A7644"/>
    <w:rsid w:val="000B1D8D"/>
    <w:rsid w:val="000B5BC1"/>
    <w:rsid w:val="000C05FA"/>
    <w:rsid w:val="000C2B44"/>
    <w:rsid w:val="000D5D2A"/>
    <w:rsid w:val="000E152A"/>
    <w:rsid w:val="001037A7"/>
    <w:rsid w:val="00105C93"/>
    <w:rsid w:val="00110B01"/>
    <w:rsid w:val="001135F4"/>
    <w:rsid w:val="00115E7D"/>
    <w:rsid w:val="001226E5"/>
    <w:rsid w:val="00127B63"/>
    <w:rsid w:val="0013658C"/>
    <w:rsid w:val="001374A5"/>
    <w:rsid w:val="00146822"/>
    <w:rsid w:val="00181564"/>
    <w:rsid w:val="00190353"/>
    <w:rsid w:val="00190489"/>
    <w:rsid w:val="001A5C32"/>
    <w:rsid w:val="001A6EF5"/>
    <w:rsid w:val="001A7A45"/>
    <w:rsid w:val="001A7E2E"/>
    <w:rsid w:val="001D2F15"/>
    <w:rsid w:val="001D5ACE"/>
    <w:rsid w:val="001D5F3E"/>
    <w:rsid w:val="001E0716"/>
    <w:rsid w:val="001E1A79"/>
    <w:rsid w:val="001F3A06"/>
    <w:rsid w:val="001F48E8"/>
    <w:rsid w:val="00201354"/>
    <w:rsid w:val="0020248E"/>
    <w:rsid w:val="00207120"/>
    <w:rsid w:val="00212372"/>
    <w:rsid w:val="00223D31"/>
    <w:rsid w:val="0022611C"/>
    <w:rsid w:val="00245AC6"/>
    <w:rsid w:val="00262D68"/>
    <w:rsid w:val="002905C7"/>
    <w:rsid w:val="002A04E9"/>
    <w:rsid w:val="002A7506"/>
    <w:rsid w:val="002B3D1F"/>
    <w:rsid w:val="002B5432"/>
    <w:rsid w:val="002C07D5"/>
    <w:rsid w:val="002C207A"/>
    <w:rsid w:val="002E1780"/>
    <w:rsid w:val="002F2E2E"/>
    <w:rsid w:val="00305F3F"/>
    <w:rsid w:val="003133E7"/>
    <w:rsid w:val="00314733"/>
    <w:rsid w:val="00314C98"/>
    <w:rsid w:val="00316E70"/>
    <w:rsid w:val="00321DEA"/>
    <w:rsid w:val="00324E49"/>
    <w:rsid w:val="00347DA0"/>
    <w:rsid w:val="00356039"/>
    <w:rsid w:val="0036177E"/>
    <w:rsid w:val="0038559D"/>
    <w:rsid w:val="003A29DB"/>
    <w:rsid w:val="003B42EA"/>
    <w:rsid w:val="003F2635"/>
    <w:rsid w:val="003F4DF1"/>
    <w:rsid w:val="00400332"/>
    <w:rsid w:val="004005B2"/>
    <w:rsid w:val="00404D5C"/>
    <w:rsid w:val="0041219C"/>
    <w:rsid w:val="004159C0"/>
    <w:rsid w:val="0042087B"/>
    <w:rsid w:val="00426507"/>
    <w:rsid w:val="00443DFB"/>
    <w:rsid w:val="00445934"/>
    <w:rsid w:val="00454922"/>
    <w:rsid w:val="004576BA"/>
    <w:rsid w:val="00457CF1"/>
    <w:rsid w:val="00463C32"/>
    <w:rsid w:val="00466434"/>
    <w:rsid w:val="00473175"/>
    <w:rsid w:val="004772F3"/>
    <w:rsid w:val="00484893"/>
    <w:rsid w:val="00484E36"/>
    <w:rsid w:val="0048606B"/>
    <w:rsid w:val="00486522"/>
    <w:rsid w:val="00491153"/>
    <w:rsid w:val="004913F6"/>
    <w:rsid w:val="004967E1"/>
    <w:rsid w:val="0049721F"/>
    <w:rsid w:val="004A2B4A"/>
    <w:rsid w:val="004B5568"/>
    <w:rsid w:val="004C12BE"/>
    <w:rsid w:val="004D7005"/>
    <w:rsid w:val="004E4C71"/>
    <w:rsid w:val="004F3575"/>
    <w:rsid w:val="00516887"/>
    <w:rsid w:val="00521E4F"/>
    <w:rsid w:val="00523DE7"/>
    <w:rsid w:val="00525EDF"/>
    <w:rsid w:val="005279DF"/>
    <w:rsid w:val="005364BD"/>
    <w:rsid w:val="00540C98"/>
    <w:rsid w:val="00541D2B"/>
    <w:rsid w:val="0055068D"/>
    <w:rsid w:val="0055180E"/>
    <w:rsid w:val="00555590"/>
    <w:rsid w:val="0055660B"/>
    <w:rsid w:val="005604E1"/>
    <w:rsid w:val="005616C3"/>
    <w:rsid w:val="00571E2A"/>
    <w:rsid w:val="00572150"/>
    <w:rsid w:val="00577B44"/>
    <w:rsid w:val="00583292"/>
    <w:rsid w:val="00584A2B"/>
    <w:rsid w:val="00585963"/>
    <w:rsid w:val="00597CD2"/>
    <w:rsid w:val="005A0358"/>
    <w:rsid w:val="005A1465"/>
    <w:rsid w:val="005A3736"/>
    <w:rsid w:val="005A3A8C"/>
    <w:rsid w:val="005A4967"/>
    <w:rsid w:val="005B0E06"/>
    <w:rsid w:val="005B1001"/>
    <w:rsid w:val="005B7F99"/>
    <w:rsid w:val="005E1ECA"/>
    <w:rsid w:val="005E7890"/>
    <w:rsid w:val="005F5FBB"/>
    <w:rsid w:val="006029E3"/>
    <w:rsid w:val="00606E93"/>
    <w:rsid w:val="006079F2"/>
    <w:rsid w:val="00616C4C"/>
    <w:rsid w:val="00621CDF"/>
    <w:rsid w:val="006315B1"/>
    <w:rsid w:val="0063296A"/>
    <w:rsid w:val="006351CA"/>
    <w:rsid w:val="00652C45"/>
    <w:rsid w:val="00653A10"/>
    <w:rsid w:val="006623B8"/>
    <w:rsid w:val="00664358"/>
    <w:rsid w:val="00666EDA"/>
    <w:rsid w:val="00670FD5"/>
    <w:rsid w:val="00677D98"/>
    <w:rsid w:val="0068081C"/>
    <w:rsid w:val="00680D8A"/>
    <w:rsid w:val="00684257"/>
    <w:rsid w:val="006851EA"/>
    <w:rsid w:val="00690BD4"/>
    <w:rsid w:val="00694070"/>
    <w:rsid w:val="006A4483"/>
    <w:rsid w:val="006A52CC"/>
    <w:rsid w:val="006A604D"/>
    <w:rsid w:val="006B4331"/>
    <w:rsid w:val="006C0807"/>
    <w:rsid w:val="006D454F"/>
    <w:rsid w:val="006E18A6"/>
    <w:rsid w:val="006E4985"/>
    <w:rsid w:val="006F17E7"/>
    <w:rsid w:val="00713FA5"/>
    <w:rsid w:val="0072202A"/>
    <w:rsid w:val="00737424"/>
    <w:rsid w:val="00761467"/>
    <w:rsid w:val="00772C01"/>
    <w:rsid w:val="007911BA"/>
    <w:rsid w:val="007969D0"/>
    <w:rsid w:val="007B3EFF"/>
    <w:rsid w:val="007B49E5"/>
    <w:rsid w:val="007B5D17"/>
    <w:rsid w:val="007B61FC"/>
    <w:rsid w:val="007B7610"/>
    <w:rsid w:val="007D308D"/>
    <w:rsid w:val="007E104D"/>
    <w:rsid w:val="007E1F49"/>
    <w:rsid w:val="007F597C"/>
    <w:rsid w:val="007F7445"/>
    <w:rsid w:val="00817C37"/>
    <w:rsid w:val="00821FDF"/>
    <w:rsid w:val="008266B9"/>
    <w:rsid w:val="00832FD0"/>
    <w:rsid w:val="0083380E"/>
    <w:rsid w:val="00836F94"/>
    <w:rsid w:val="00837C35"/>
    <w:rsid w:val="00856019"/>
    <w:rsid w:val="0086485E"/>
    <w:rsid w:val="008936EA"/>
    <w:rsid w:val="008A0B00"/>
    <w:rsid w:val="008A21BE"/>
    <w:rsid w:val="008A3F64"/>
    <w:rsid w:val="008B0C56"/>
    <w:rsid w:val="008B701F"/>
    <w:rsid w:val="008B7AEF"/>
    <w:rsid w:val="008C34B6"/>
    <w:rsid w:val="008D1FF3"/>
    <w:rsid w:val="008D313B"/>
    <w:rsid w:val="008F1A02"/>
    <w:rsid w:val="00900452"/>
    <w:rsid w:val="00907B2F"/>
    <w:rsid w:val="009105A5"/>
    <w:rsid w:val="009156A6"/>
    <w:rsid w:val="00920E05"/>
    <w:rsid w:val="00923AA5"/>
    <w:rsid w:val="00941586"/>
    <w:rsid w:val="009451F9"/>
    <w:rsid w:val="00951274"/>
    <w:rsid w:val="009669D3"/>
    <w:rsid w:val="0097144D"/>
    <w:rsid w:val="00981ED8"/>
    <w:rsid w:val="009861D7"/>
    <w:rsid w:val="00991BF1"/>
    <w:rsid w:val="00997780"/>
    <w:rsid w:val="009A792C"/>
    <w:rsid w:val="009C204C"/>
    <w:rsid w:val="009D5DCC"/>
    <w:rsid w:val="009D7B86"/>
    <w:rsid w:val="009E6959"/>
    <w:rsid w:val="009F55A7"/>
    <w:rsid w:val="009F5D68"/>
    <w:rsid w:val="00A00091"/>
    <w:rsid w:val="00A02BB5"/>
    <w:rsid w:val="00A040C0"/>
    <w:rsid w:val="00A1129E"/>
    <w:rsid w:val="00A25D51"/>
    <w:rsid w:val="00A25E6D"/>
    <w:rsid w:val="00A30BF7"/>
    <w:rsid w:val="00A31C2E"/>
    <w:rsid w:val="00A32780"/>
    <w:rsid w:val="00A32D23"/>
    <w:rsid w:val="00A33F67"/>
    <w:rsid w:val="00A373DD"/>
    <w:rsid w:val="00A4204D"/>
    <w:rsid w:val="00A43104"/>
    <w:rsid w:val="00A4617D"/>
    <w:rsid w:val="00A52417"/>
    <w:rsid w:val="00A63E05"/>
    <w:rsid w:val="00A65BD0"/>
    <w:rsid w:val="00A6782C"/>
    <w:rsid w:val="00A73ECB"/>
    <w:rsid w:val="00A823A5"/>
    <w:rsid w:val="00A9240F"/>
    <w:rsid w:val="00AA7052"/>
    <w:rsid w:val="00AD1470"/>
    <w:rsid w:val="00AE4513"/>
    <w:rsid w:val="00AF431A"/>
    <w:rsid w:val="00B1244D"/>
    <w:rsid w:val="00B16867"/>
    <w:rsid w:val="00B1721A"/>
    <w:rsid w:val="00B2678C"/>
    <w:rsid w:val="00B3156F"/>
    <w:rsid w:val="00B35096"/>
    <w:rsid w:val="00B35E96"/>
    <w:rsid w:val="00B4102F"/>
    <w:rsid w:val="00B4273D"/>
    <w:rsid w:val="00B441E8"/>
    <w:rsid w:val="00B60488"/>
    <w:rsid w:val="00B60AA8"/>
    <w:rsid w:val="00B61A51"/>
    <w:rsid w:val="00B64FCA"/>
    <w:rsid w:val="00B739E7"/>
    <w:rsid w:val="00B90781"/>
    <w:rsid w:val="00BA2D09"/>
    <w:rsid w:val="00BA3061"/>
    <w:rsid w:val="00BB757D"/>
    <w:rsid w:val="00BC3CB1"/>
    <w:rsid w:val="00BC64FD"/>
    <w:rsid w:val="00BC6F3F"/>
    <w:rsid w:val="00BD3C87"/>
    <w:rsid w:val="00BE251C"/>
    <w:rsid w:val="00BF46EF"/>
    <w:rsid w:val="00C02EF0"/>
    <w:rsid w:val="00C07E05"/>
    <w:rsid w:val="00C22923"/>
    <w:rsid w:val="00C231BA"/>
    <w:rsid w:val="00C35F5A"/>
    <w:rsid w:val="00C41BEB"/>
    <w:rsid w:val="00C50F26"/>
    <w:rsid w:val="00C561F3"/>
    <w:rsid w:val="00C64711"/>
    <w:rsid w:val="00C77FC0"/>
    <w:rsid w:val="00C820F4"/>
    <w:rsid w:val="00C87AA3"/>
    <w:rsid w:val="00C87C39"/>
    <w:rsid w:val="00C92306"/>
    <w:rsid w:val="00C93A08"/>
    <w:rsid w:val="00C9673D"/>
    <w:rsid w:val="00CA5C34"/>
    <w:rsid w:val="00CB5F82"/>
    <w:rsid w:val="00CB7BD9"/>
    <w:rsid w:val="00CC24E4"/>
    <w:rsid w:val="00CC67CA"/>
    <w:rsid w:val="00CD4581"/>
    <w:rsid w:val="00D03147"/>
    <w:rsid w:val="00D03F21"/>
    <w:rsid w:val="00D04139"/>
    <w:rsid w:val="00D0586A"/>
    <w:rsid w:val="00D14D47"/>
    <w:rsid w:val="00D2626A"/>
    <w:rsid w:val="00D53797"/>
    <w:rsid w:val="00D56621"/>
    <w:rsid w:val="00DB5056"/>
    <w:rsid w:val="00DC1070"/>
    <w:rsid w:val="00DC28F1"/>
    <w:rsid w:val="00DD1665"/>
    <w:rsid w:val="00DD2BB9"/>
    <w:rsid w:val="00DD59AC"/>
    <w:rsid w:val="00DF035A"/>
    <w:rsid w:val="00DF4FB8"/>
    <w:rsid w:val="00E140D8"/>
    <w:rsid w:val="00E308A5"/>
    <w:rsid w:val="00E3104F"/>
    <w:rsid w:val="00E325CE"/>
    <w:rsid w:val="00E3791D"/>
    <w:rsid w:val="00E5253D"/>
    <w:rsid w:val="00E56FEA"/>
    <w:rsid w:val="00E77487"/>
    <w:rsid w:val="00E82EE2"/>
    <w:rsid w:val="00E876D6"/>
    <w:rsid w:val="00E91CE4"/>
    <w:rsid w:val="00E94FE4"/>
    <w:rsid w:val="00EA2C2A"/>
    <w:rsid w:val="00EA755E"/>
    <w:rsid w:val="00EB0DF5"/>
    <w:rsid w:val="00ED1D77"/>
    <w:rsid w:val="00ED7D55"/>
    <w:rsid w:val="00EE5680"/>
    <w:rsid w:val="00F22B6C"/>
    <w:rsid w:val="00F24DDE"/>
    <w:rsid w:val="00F24F95"/>
    <w:rsid w:val="00F26ABC"/>
    <w:rsid w:val="00F425F2"/>
    <w:rsid w:val="00F43F80"/>
    <w:rsid w:val="00F558A6"/>
    <w:rsid w:val="00F55BF1"/>
    <w:rsid w:val="00F65891"/>
    <w:rsid w:val="00F65968"/>
    <w:rsid w:val="00F736BB"/>
    <w:rsid w:val="00F77F84"/>
    <w:rsid w:val="00F8224D"/>
    <w:rsid w:val="00F85768"/>
    <w:rsid w:val="00F927AB"/>
    <w:rsid w:val="00FB24E8"/>
    <w:rsid w:val="00FB2C1D"/>
    <w:rsid w:val="00FD2D8D"/>
    <w:rsid w:val="00FD7F05"/>
    <w:rsid w:val="00FE28A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F24DDE"/>
  </w:style>
  <w:style w:type="character" w:styleId="-">
    <w:name w:val="Hyperlink"/>
    <w:rsid w:val="00F24DD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24DD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DDE"/>
    <w:pPr>
      <w:spacing w:after="120"/>
    </w:pPr>
  </w:style>
  <w:style w:type="paragraph" w:styleId="a5">
    <w:name w:val="List"/>
    <w:basedOn w:val="a4"/>
    <w:rsid w:val="00F24DDE"/>
    <w:rPr>
      <w:rFonts w:cs="Tahoma"/>
    </w:rPr>
  </w:style>
  <w:style w:type="paragraph" w:customStyle="1" w:styleId="10">
    <w:name w:val="Λεζάντα1"/>
    <w:basedOn w:val="a"/>
    <w:rsid w:val="00F24DDE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F24DDE"/>
    <w:pPr>
      <w:suppressLineNumbers/>
    </w:pPr>
    <w:rPr>
      <w:rFonts w:cs="Tahoma"/>
    </w:rPr>
  </w:style>
  <w:style w:type="paragraph" w:customStyle="1" w:styleId="a7">
    <w:name w:val="Περιεχόμενα πίνακα"/>
    <w:basedOn w:val="a"/>
    <w:rsid w:val="00F24DDE"/>
    <w:pPr>
      <w:suppressLineNumbers/>
    </w:pPr>
  </w:style>
  <w:style w:type="paragraph" w:customStyle="1" w:styleId="a8">
    <w:name w:val="Επικεφαλίδα πίνακα"/>
    <w:basedOn w:val="a7"/>
    <w:rsid w:val="00F24DDE"/>
    <w:pPr>
      <w:jc w:val="center"/>
    </w:pPr>
    <w:rPr>
      <w:b/>
      <w:bCs/>
    </w:rPr>
  </w:style>
  <w:style w:type="paragraph" w:customStyle="1" w:styleId="a9">
    <w:name w:val="Περιεχόμενα πλαισίου"/>
    <w:basedOn w:val="a4"/>
    <w:rsid w:val="00F24DDE"/>
  </w:style>
  <w:style w:type="character" w:customStyle="1" w:styleId="oradatatext">
    <w:name w:val="oradatatext"/>
    <w:basedOn w:val="a0"/>
    <w:rsid w:val="003F4DF1"/>
  </w:style>
  <w:style w:type="paragraph" w:styleId="aa">
    <w:name w:val="Balloon Text"/>
    <w:basedOn w:val="a"/>
    <w:link w:val="Char"/>
    <w:rsid w:val="00652C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rsid w:val="00652C45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5B1001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x193iq5w">
    <w:name w:val="x193iq5w"/>
    <w:basedOn w:val="a0"/>
    <w:rsid w:val="00C64711"/>
  </w:style>
  <w:style w:type="paragraph" w:customStyle="1" w:styleId="Default">
    <w:name w:val="Default"/>
    <w:rsid w:val="003560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header"/>
    <w:basedOn w:val="a"/>
    <w:link w:val="Char0"/>
    <w:rsid w:val="00314C9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c"/>
    <w:rsid w:val="00314C98"/>
    <w:rPr>
      <w:sz w:val="24"/>
      <w:szCs w:val="24"/>
      <w:lang w:eastAsia="ar-SA"/>
    </w:rPr>
  </w:style>
  <w:style w:type="paragraph" w:styleId="ad">
    <w:name w:val="footer"/>
    <w:basedOn w:val="a"/>
    <w:link w:val="Char1"/>
    <w:uiPriority w:val="99"/>
    <w:rsid w:val="00314C9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d"/>
    <w:uiPriority w:val="99"/>
    <w:rsid w:val="00314C9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928;&#961;&#972;&#964;&#965;&#960;&#945;\&#916;_&#925;&#931;&#919;%20&#927;&#921;&#922;&#927;&#925;&#927;&#924;&#921;&#922;&#937;&#925;%20&#928;.&#917;.%20&#925;&#919;&#931;&#937;&#92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56BA0-2726-4815-9077-13A01E7E6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Δ_ΝΣΗ ΟΙΚΟΝΟΜΙΚΩΝ Π.Ε. ΝΗΣΩΝ.dot</Template>
  <TotalTime>2</TotalTime>
  <Pages>1</Pages>
  <Words>252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Links>
    <vt:vector size="6" baseType="variant"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mailto:tpromithion.n@patt.gov.gr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dmanidi</cp:lastModifiedBy>
  <cp:revision>2</cp:revision>
  <cp:lastPrinted>2023-10-12T07:06:00Z</cp:lastPrinted>
  <dcterms:created xsi:type="dcterms:W3CDTF">2025-11-21T10:02:00Z</dcterms:created>
  <dcterms:modified xsi:type="dcterms:W3CDTF">2025-11-21T10:02:00Z</dcterms:modified>
</cp:coreProperties>
</file>